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621C3">
        <w:rPr>
          <w:rFonts w:ascii="Arial" w:hAnsi="Arial" w:cs="Arial"/>
          <w:b/>
          <w:caps/>
          <w:sz w:val="28"/>
          <w:szCs w:val="28"/>
        </w:rPr>
        <w:t>845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621C3" w:rsidRDefault="00B621C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21C3">
              <w:rPr>
                <w:rFonts w:ascii="Arial" w:hAnsi="Arial" w:cs="Arial"/>
                <w:sz w:val="20"/>
                <w:szCs w:val="20"/>
              </w:rPr>
              <w:t xml:space="preserve">Solicita o tapamento de buracos defronte dos </w:t>
            </w:r>
            <w:proofErr w:type="spellStart"/>
            <w:r w:rsidRPr="00B621C3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Pr="00B621C3">
              <w:rPr>
                <w:rFonts w:ascii="Arial" w:hAnsi="Arial" w:cs="Arial"/>
                <w:sz w:val="20"/>
                <w:szCs w:val="20"/>
              </w:rPr>
              <w:t xml:space="preserve"> 145 e 234 na Rua Ale Mohamed Ahmed, no Bairro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621C3" w:rsidRPr="00B621C3">
        <w:rPr>
          <w:rFonts w:ascii="Arial" w:hAnsi="Arial" w:cs="Arial"/>
        </w:rPr>
        <w:t xml:space="preserve">o tapamento de buracos defronte dos </w:t>
      </w:r>
      <w:proofErr w:type="spellStart"/>
      <w:r w:rsidR="00B621C3" w:rsidRPr="00B621C3">
        <w:rPr>
          <w:rFonts w:ascii="Arial" w:hAnsi="Arial" w:cs="Arial"/>
        </w:rPr>
        <w:t>nºs</w:t>
      </w:r>
      <w:proofErr w:type="spellEnd"/>
      <w:r w:rsidR="00B621C3" w:rsidRPr="00B621C3">
        <w:rPr>
          <w:rFonts w:ascii="Arial" w:hAnsi="Arial" w:cs="Arial"/>
        </w:rPr>
        <w:t xml:space="preserve"> 145 e 234 na Rua Ale Mohamed Ahmed, no </w:t>
      </w:r>
      <w:r w:rsidR="00B621C3">
        <w:rPr>
          <w:rFonts w:ascii="Arial" w:hAnsi="Arial" w:cs="Arial"/>
        </w:rPr>
        <w:t>Bairro São João, pois estão atrapalhando o trânsito e podendo provocar acidentes.</w:t>
      </w:r>
    </w:p>
    <w:p w:rsidR="00B621C3" w:rsidRPr="00F77DD3" w:rsidRDefault="00B621C3" w:rsidP="00B621C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621C3">
        <w:rPr>
          <w:rFonts w:ascii="Arial" w:hAnsi="Arial" w:cs="Arial"/>
        </w:rPr>
        <w:t>04</w:t>
      </w:r>
      <w:r w:rsidR="00695F4E">
        <w:rPr>
          <w:rFonts w:ascii="Arial" w:hAnsi="Arial" w:cs="Arial"/>
        </w:rPr>
        <w:t xml:space="preserve"> de </w:t>
      </w:r>
      <w:r w:rsidR="00B621C3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21C3" w:rsidRPr="00A34F2C" w:rsidRDefault="00B621C3" w:rsidP="00B621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B621C3" w:rsidRPr="00A34F2C" w:rsidRDefault="00B621C3" w:rsidP="00B621C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93F" w:rsidRDefault="007E493F">
      <w:r>
        <w:separator/>
      </w:r>
    </w:p>
  </w:endnote>
  <w:endnote w:type="continuationSeparator" w:id="0">
    <w:p w:rsidR="007E493F" w:rsidRDefault="007E4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93F" w:rsidRDefault="007E493F">
      <w:r>
        <w:separator/>
      </w:r>
    </w:p>
  </w:footnote>
  <w:footnote w:type="continuationSeparator" w:id="0">
    <w:p w:rsidR="007E493F" w:rsidRDefault="007E4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21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21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E493F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21C3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440A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C839B-1949-4258-8B2F-300FFCAC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112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2018-03-29T19:30:00Z</dcterms:created>
  <dcterms:modified xsi:type="dcterms:W3CDTF">2018-03-29T19:33:00Z</dcterms:modified>
</cp:coreProperties>
</file>